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21F30" w:rsidRDefault="006527A8" w:rsidP="00B21F3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renovace garsoniér</w:t>
            </w:r>
            <w:r w:rsidR="00B21F3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 budově dps č. p. 2292 </w:t>
            </w:r>
          </w:p>
          <w:p w:rsidR="00171691" w:rsidRPr="0025072A" w:rsidRDefault="006527A8" w:rsidP="00B21F3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 uherském brodě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1F30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BF7C6FD.dotm</Template>
  <TotalTime>19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30</cp:revision>
  <cp:lastPrinted>2021-05-24T06:24:00Z</cp:lastPrinted>
  <dcterms:created xsi:type="dcterms:W3CDTF">2019-09-19T08:40:00Z</dcterms:created>
  <dcterms:modified xsi:type="dcterms:W3CDTF">2026-01-13T12:53:00Z</dcterms:modified>
</cp:coreProperties>
</file>